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BC5" w:rsidRPr="00644717" w:rsidRDefault="005C7BC5" w:rsidP="004675E9">
      <w:pPr>
        <w:jc w:val="center"/>
        <w:rPr>
          <w:b/>
          <w:bCs/>
          <w:sz w:val="36"/>
          <w:szCs w:val="36"/>
        </w:rPr>
      </w:pPr>
      <w:r>
        <w:rPr>
          <w:noProof/>
        </w:rPr>
        <w:pict>
          <v:roundrect id="_x0000_s1026" style="position:absolute;left:0;text-align:left;margin-left:73.8pt;margin-top:-54pt;width:255.35pt;height:97.95pt;z-index:251648512" arcsize="10923f" strokeweight="3pt">
            <v:textbox style="mso-next-textbox:#_x0000_s1026">
              <w:txbxContent>
                <w:p w:rsidR="005C7BC5" w:rsidRPr="00CA5B78" w:rsidRDefault="005C7BC5" w:rsidP="004675E9">
                  <w:pPr>
                    <w:spacing w:after="0"/>
                    <w:rPr>
                      <w:b/>
                      <w:bCs/>
                      <w:sz w:val="28"/>
                      <w:szCs w:val="28"/>
                    </w:rPr>
                  </w:pPr>
                  <w:r w:rsidRPr="00CA5B78">
                    <w:rPr>
                      <w:b/>
                      <w:bCs/>
                      <w:sz w:val="28"/>
                      <w:szCs w:val="28"/>
                    </w:rPr>
                    <w:t>Name: ________________________</w:t>
                  </w:r>
                </w:p>
                <w:p w:rsidR="005C7BC5" w:rsidRPr="00CA5B78" w:rsidRDefault="005C7BC5" w:rsidP="004675E9">
                  <w:pPr>
                    <w:spacing w:after="0"/>
                    <w:rPr>
                      <w:b/>
                      <w:bCs/>
                      <w:sz w:val="28"/>
                      <w:szCs w:val="28"/>
                    </w:rPr>
                  </w:pPr>
                  <w:r w:rsidRPr="00CA5B78">
                    <w:rPr>
                      <w:b/>
                      <w:bCs/>
                      <w:sz w:val="28"/>
                      <w:szCs w:val="28"/>
                    </w:rPr>
                    <w:t>Date:  _________________________</w:t>
                  </w:r>
                </w:p>
                <w:p w:rsidR="005C7BC5" w:rsidRPr="00CA5B78" w:rsidRDefault="005C7BC5" w:rsidP="004675E9">
                  <w:pPr>
                    <w:spacing w:after="0"/>
                    <w:rPr>
                      <w:b/>
                      <w:bCs/>
                      <w:sz w:val="28"/>
                      <w:szCs w:val="28"/>
                    </w:rPr>
                  </w:pPr>
                  <w:r w:rsidRPr="00CA5B78">
                    <w:rPr>
                      <w:b/>
                      <w:bCs/>
                      <w:sz w:val="28"/>
                      <w:szCs w:val="28"/>
                    </w:rPr>
                    <w:t>Title:  _________________________</w:t>
                  </w:r>
                </w:p>
                <w:p w:rsidR="005C7BC5" w:rsidRPr="00CA5B78" w:rsidRDefault="005C7BC5" w:rsidP="004675E9">
                  <w:pPr>
                    <w:spacing w:after="0"/>
                    <w:rPr>
                      <w:b/>
                      <w:bCs/>
                      <w:sz w:val="28"/>
                      <w:szCs w:val="28"/>
                    </w:rPr>
                  </w:pPr>
                  <w:r w:rsidRPr="00CA5B78">
                    <w:rPr>
                      <w:b/>
                      <w:bCs/>
                      <w:sz w:val="28"/>
                      <w:szCs w:val="28"/>
                    </w:rPr>
                    <w:t>Author:  _______________________</w:t>
                  </w:r>
                </w:p>
              </w:txbxContent>
            </v:textbox>
          </v:roundrect>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left:0;text-align:left;margin-left:131.4pt;margin-top:-21.15pt;width:60.25pt;height:60.25pt;rotation:1627335fd;z-index:-251661824;visibility:visible" wrapcoords="5130 1350 2700 2970 2700 4860 8100 9990 7290 11070 6480 12960 6750 18900 8640 19980 9450 19980 10530 19980 10800 19980 11880 18630 12960 18630 15120 15390 14850 7020 14580 5130 11340 2430 8910 1350 5130 1350">
            <v:imagedata r:id="rId5" o:title=""/>
            <w10:wrap type="tight"/>
          </v:shape>
        </w:pict>
      </w:r>
      <w:r>
        <w:rPr>
          <w:noProof/>
        </w:rPr>
        <w:pict>
          <v:shape id="_x0000_s1028" type="#_x0000_t75" alt="http://www.soils.wisc.edu/~turfclub/Images/motion_w.jpg" style="position:absolute;left:0;text-align:left;margin-left:.65pt;margin-top:24.25pt;width:54.55pt;height:46.85pt;z-index:-251663872;visibility:visible" wrapcoords="-296 0 -296 21252 21600 21252 21600 0 -296 0">
            <v:imagedata r:id="rId6" o:title=""/>
            <w10:wrap type="tight"/>
          </v:shape>
        </w:pict>
      </w:r>
      <w:r>
        <w:rPr>
          <w:noProof/>
        </w:rPr>
        <w:pict>
          <v:shape id="_x0000_s1029" type="#_x0000_t75" alt="http://www.supercoloring.com/wp-content/main/2009_01/w-coloring-page.gif" style="position:absolute;left:0;text-align:left;margin-left:75.3pt;margin-top:12.3pt;width:60.55pt;height:44.1pt;rotation:-1222583fd;z-index:-251664896;visibility:visible" wrapcoords="-267 0 -267 21234 21600 21234 21600 0 -267 0">
            <v:imagedata r:id="rId7" o:title=""/>
            <w10:wrap type="tight"/>
          </v:shape>
        </w:pict>
      </w:r>
      <w:r>
        <w:rPr>
          <w:noProof/>
        </w:rPr>
        <w:pict>
          <v:shape id="_x0000_s1030" type="#_x0000_t75" alt="http://www.freefoto.com/images/2001/23/2001_23_1---Letter-W_web.jpg?&amp;k=Letter+W" style="position:absolute;left:0;text-align:left;margin-left:85.5pt;margin-top:-61.4pt;width:64.8pt;height:43.15pt;rotation:1063784fd;z-index:-251662848;visibility:visible" wrapcoords="-251 0 -251 21228 21600 21228 21600 0 -251 0">
            <v:imagedata r:id="rId8" o:title=""/>
            <w10:wrap type="tight"/>
          </v:shape>
        </w:pict>
      </w:r>
      <w:r>
        <w:rPr>
          <w:noProof/>
        </w:rPr>
        <w:pict>
          <v:shape id="Picture 4" o:spid="_x0000_s1031" type="#_x0000_t75" style="position:absolute;left:0;text-align:left;margin-left:37.3pt;margin-top:-21.45pt;width:58.1pt;height:34pt;rotation:-1188724fd;z-index:-251665920;visibility:visible" wrapcoords="12062 0 1403 0 561 480 -281 11520 842 15360 842 18720 6732 21120 15148 21120 16551 21120 16831 21120 21039 15360 21319 10560 21600 960 21039 480 13745 0 12062 0">
            <v:imagedata r:id="rId9" o:title=""/>
            <w10:wrap type="tight"/>
          </v:shape>
        </w:pict>
      </w:r>
      <w:r>
        <w:rPr>
          <w:noProof/>
        </w:rPr>
        <w:pict>
          <v:shape id="il_fi" o:spid="_x0000_s1032" type="#_x0000_t75" alt="http://upload.wikimedia.org/wikipedia/commons/thumb/1/10/Wikipedia-W-bold-in-square.svg/600px-Wikipedia-W-bold-in-square.svg.png" style="position:absolute;left:0;text-align:left;margin-left:-6.9pt;margin-top:-61.15pt;width:51.2pt;height:51.05pt;z-index:-251666944;visibility:visible" wrapcoords="-318 3812 -318 4447 6353 17788 15247 17788 15565 17788 19059 8894 21600 3812 -318 3812">
            <v:imagedata r:id="rId10" o:title=""/>
            <w10:wrap type="tight"/>
          </v:shape>
        </w:pict>
      </w:r>
      <w:r>
        <w:rPr>
          <w:noProof/>
        </w:rPr>
        <w:pict>
          <v:shape id="Picture 19" o:spid="_x0000_s1033" type="#_x0000_t75" style="position:absolute;left:0;text-align:left;margin-left:-42.7pt;margin-top:-30.85pt;width:53.55pt;height:66.1pt;rotation:-1459541fd;z-index:-251660800;visibility:visible" wrapcoords="10648 2455 7910 3191 4563 5400 4563 8100 7606 10309 9735 10309 8823 12027 8518 18164 9431 19145 11865 19145 12777 18164 12473 14236 15820 10309 17949 6873 18254 5645 15211 3191 13082 2455 10648 2455">
            <v:imagedata r:id="rId11" o:title=""/>
            <w10:wrap type="tight"/>
          </v:shape>
        </w:pict>
      </w:r>
    </w:p>
    <w:p w:rsidR="005C7BC5" w:rsidRDefault="005C7BC5" w:rsidP="00644717">
      <w:pPr>
        <w:rPr>
          <w:b/>
          <w:bCs/>
          <w:sz w:val="48"/>
          <w:szCs w:val="48"/>
        </w:rPr>
      </w:pPr>
      <w:r>
        <w:rPr>
          <w:b/>
          <w:bCs/>
          <w:sz w:val="48"/>
          <w:szCs w:val="48"/>
        </w:rPr>
        <w:t xml:space="preserve">       5W Story Map </w:t>
      </w:r>
    </w:p>
    <w:p w:rsidR="005C7BC5" w:rsidRDefault="005C7BC5" w:rsidP="004675E9">
      <w:pPr>
        <w:tabs>
          <w:tab w:val="left" w:pos="4320"/>
        </w:tabs>
        <w:rPr>
          <w:sz w:val="28"/>
          <w:szCs w:val="28"/>
        </w:rPr>
      </w:pPr>
      <w:r>
        <w:rPr>
          <w:b/>
          <w:bCs/>
          <w:sz w:val="28"/>
          <w:szCs w:val="28"/>
        </w:rPr>
        <w:t xml:space="preserve">Complete </w:t>
      </w:r>
      <w:r w:rsidRPr="00644717">
        <w:rPr>
          <w:sz w:val="28"/>
          <w:szCs w:val="28"/>
        </w:rPr>
        <w:t xml:space="preserve">the 5W Story Map to summarize the story. </w:t>
      </w:r>
    </w:p>
    <w:p w:rsidR="005C7BC5" w:rsidRDefault="005C7BC5" w:rsidP="004675E9">
      <w:pPr>
        <w:tabs>
          <w:tab w:val="left" w:pos="4320"/>
        </w:tabs>
        <w:rPr>
          <w:sz w:val="28"/>
          <w:szCs w:val="28"/>
        </w:rPr>
      </w:pPr>
      <w:r>
        <w:rPr>
          <w:noProof/>
        </w:rPr>
        <w:pict>
          <v:roundrect id="_x0000_s1034" style="position:absolute;margin-left:153pt;margin-top:11.05pt;width:171pt;height:155.9pt;z-index:251658752" arcsize="10923f" strokeweight="3pt">
            <v:textbox style="mso-next-textbox:#_x0000_s1034">
              <w:txbxContent>
                <w:p w:rsidR="005C7BC5" w:rsidRPr="00CA5B78" w:rsidRDefault="005C7BC5" w:rsidP="0042362A">
                  <w:pPr>
                    <w:jc w:val="center"/>
                    <w:rPr>
                      <w:sz w:val="28"/>
                      <w:szCs w:val="28"/>
                    </w:rPr>
                  </w:pPr>
                  <w:r>
                    <w:rPr>
                      <w:b/>
                      <w:bCs/>
                      <w:sz w:val="28"/>
                      <w:szCs w:val="28"/>
                    </w:rPr>
                    <w:t>Where and when does it happen?</w:t>
                  </w:r>
                  <w:r>
                    <w:rPr>
                      <w:sz w:val="28"/>
                      <w:szCs w:val="28"/>
                    </w:rPr>
                    <w:t xml:space="preserve">   </w:t>
                  </w:r>
                  <w:r w:rsidRPr="007D7E2D">
                    <w:t>________________________________________________________________________________________________________</w:t>
                  </w:r>
                  <w:r>
                    <w:t>______________________________________________</w:t>
                  </w:r>
                </w:p>
              </w:txbxContent>
            </v:textbox>
            <w10:wrap side="left"/>
          </v:roundrect>
        </w:pict>
      </w:r>
      <w:r>
        <w:rPr>
          <w:noProof/>
        </w:rPr>
        <w:pict>
          <v:roundrect id="_x0000_s1035" style="position:absolute;margin-left:342pt;margin-top:11.05pt;width:171pt;height:155.9pt;z-index:251657728" arcsize="10923f" strokeweight="3pt">
            <v:textbox style="mso-next-textbox:#_x0000_s1035">
              <w:txbxContent>
                <w:p w:rsidR="005C7BC5" w:rsidRPr="00CA5B78" w:rsidRDefault="005C7BC5" w:rsidP="0042362A">
                  <w:pPr>
                    <w:jc w:val="center"/>
                    <w:rPr>
                      <w:sz w:val="28"/>
                      <w:szCs w:val="28"/>
                    </w:rPr>
                  </w:pPr>
                  <w:r>
                    <w:rPr>
                      <w:b/>
                      <w:bCs/>
                      <w:sz w:val="28"/>
                      <w:szCs w:val="28"/>
                    </w:rPr>
                    <w:t>Why does it happen?</w:t>
                  </w:r>
                  <w:r>
                    <w:rPr>
                      <w:sz w:val="28"/>
                      <w:szCs w:val="28"/>
                    </w:rPr>
                    <w:t xml:space="preserve">   </w:t>
                  </w:r>
                  <w:r w:rsidRPr="007D7E2D">
                    <w:t>________________________________________________________________________________________________________</w:t>
                  </w:r>
                  <w:r>
                    <w:t>________________________________________________________________________</w:t>
                  </w:r>
                </w:p>
              </w:txbxContent>
            </v:textbox>
            <w10:wrap side="left"/>
          </v:roundrect>
        </w:pict>
      </w:r>
      <w:r>
        <w:rPr>
          <w:noProof/>
        </w:rPr>
        <w:pict>
          <v:roundrect id="_x0000_s1036" style="position:absolute;margin-left:-36pt;margin-top:11.05pt;width:171pt;height:155.9pt;z-index:251656704" arcsize="10923f" strokeweight="3pt">
            <v:textbox style="mso-next-textbox:#_x0000_s1036">
              <w:txbxContent>
                <w:p w:rsidR="005C7BC5" w:rsidRDefault="005C7BC5" w:rsidP="0042362A">
                  <w:pPr>
                    <w:jc w:val="center"/>
                    <w:rPr>
                      <w:b/>
                      <w:bCs/>
                      <w:sz w:val="28"/>
                      <w:szCs w:val="28"/>
                    </w:rPr>
                  </w:pPr>
                  <w:r>
                    <w:rPr>
                      <w:b/>
                      <w:bCs/>
                      <w:sz w:val="28"/>
                      <w:szCs w:val="28"/>
                    </w:rPr>
                    <w:t>Who is involved?</w:t>
                  </w:r>
                </w:p>
                <w:p w:rsidR="005C7BC5" w:rsidRPr="00CA5B78" w:rsidRDefault="005C7BC5" w:rsidP="00644717">
                  <w:pPr>
                    <w:rPr>
                      <w:sz w:val="28"/>
                      <w:szCs w:val="28"/>
                    </w:rPr>
                  </w:pPr>
                  <w:r w:rsidRPr="007D7E2D">
                    <w:t>________________________________________________________________________</w:t>
                  </w:r>
                  <w:r>
                    <w:t>______________________________________________________________________________</w:t>
                  </w:r>
                </w:p>
              </w:txbxContent>
            </v:textbox>
            <w10:wrap side="left"/>
          </v:roundrect>
        </w:pict>
      </w:r>
    </w:p>
    <w:p w:rsidR="005C7BC5" w:rsidRPr="00644717" w:rsidRDefault="005C7BC5" w:rsidP="004675E9">
      <w:pPr>
        <w:tabs>
          <w:tab w:val="left" w:pos="4320"/>
        </w:tabs>
        <w:rPr>
          <w:sz w:val="28"/>
          <w:szCs w:val="28"/>
        </w:rPr>
      </w:pPr>
      <w:r>
        <w:rPr>
          <w:noProof/>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37" type="#_x0000_t70" style="position:absolute;margin-left:3in;margin-top:147.05pt;width:45pt;height:27pt;z-index:251666944" fillcolor="silver">
            <w10:wrap side="left"/>
          </v:shape>
        </w:pict>
      </w:r>
      <w:r>
        <w:rPr>
          <w:noProof/>
        </w:rPr>
        <w:pict>
          <v:shapetype id="_x0000_t89" coordsize="21600,21600" o:spt="89" adj="9257,18514,6171" path="m@4,l@0@2@5@2@5@5@2@5@2@0,0@4@2,21600@2@1@1@1@1@2,21600@2xe">
            <v:stroke joinstyle="miter"/>
            <v:formulas>
              <v:f eqn="val #0"/>
              <v:f eqn="val #1"/>
              <v:f eqn="val #2"/>
              <v:f eqn="prod #0 1 2"/>
              <v:f eqn="sum @3 10800 0"/>
              <v:f eqn="sum 21600 #0 #1"/>
              <v:f eqn="sum #1 #2 0"/>
              <v:f eqn="prod @6 1 2"/>
              <v:f eqn="prod #1 2 1"/>
              <v:f eqn="sum @8 0 21600"/>
              <v:f eqn="sum @5 0 @4"/>
              <v:f eqn="sum #0 0 @4"/>
              <v:f eqn="prod @2 @10 @11"/>
            </v:formulas>
            <v:path o:connecttype="custom" o:connectlocs="@4,0;@0,@2;@2,@0;0,@4;@2,21600;@7,@1;@1,@7;21600,@2" o:connectangles="270,180,270,180,90,90,0,0" textboxrect="@12,@5,@1,@1;@5,@12,@1,@1"/>
            <v:handles>
              <v:h position="#0,topLeft" xrange="@2,@9"/>
              <v:h position="#1,#2" xrange="@4,21600" yrange="0,@0"/>
            </v:handles>
          </v:shapetype>
          <v:shape id="_x0000_s1038" type="#_x0000_t89" style="position:absolute;margin-left:-53.85pt;margin-top:219.05pt;width:1in;height:1in;rotation:90;z-index:251662848" fillcolor="silver">
            <w10:wrap side="left"/>
          </v:shape>
        </w:pict>
      </w:r>
      <w:r>
        <w:rPr>
          <w:noProof/>
        </w:rPr>
        <w:pict>
          <v:shape id="_x0000_s1039" type="#_x0000_t89" style="position:absolute;margin-left:450pt;margin-top:210.05pt;width:1in;height:1in;z-index:251663872" fillcolor="silver">
            <w10:wrap side="left"/>
          </v:shape>
        </w:pict>
      </w:r>
      <w:r>
        <w:rPr>
          <w:noProof/>
        </w:rPr>
        <w:pict>
          <v:roundrect id="_x0000_s1040" style="position:absolute;margin-left:45pt;margin-top:180.15pt;width:387pt;height:155.9pt;z-index:251661824" arcsize="10923f" strokeweight="3pt">
            <v:textbox style="mso-next-textbox:#_x0000_s1040">
              <w:txbxContent>
                <w:p w:rsidR="005C7BC5" w:rsidRDefault="005C7BC5" w:rsidP="0042362A">
                  <w:pPr>
                    <w:jc w:val="center"/>
                  </w:pPr>
                  <w:r>
                    <w:rPr>
                      <w:b/>
                      <w:bCs/>
                      <w:sz w:val="28"/>
                      <w:szCs w:val="28"/>
                    </w:rPr>
                    <w:t>What is the problem?</w:t>
                  </w:r>
                  <w:r>
                    <w:rPr>
                      <w:sz w:val="28"/>
                      <w:szCs w:val="28"/>
                    </w:rPr>
                    <w:t xml:space="preserve">   </w:t>
                  </w:r>
                  <w:r w:rsidRPr="007D7E2D">
                    <w:t>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w10:wrap side="left"/>
          </v:roundrect>
        </w:pict>
      </w:r>
      <w:r>
        <w:rPr>
          <w:noProof/>
        </w:rPr>
        <w:pict>
          <v:shape id="_x0000_s1041" type="#_x0000_t89" style="position:absolute;margin-left:153pt;margin-top:372.05pt;width:1in;height:1in;z-index:251665920" fillcolor="silver">
            <w10:wrap side="left"/>
          </v:shape>
        </w:pict>
      </w:r>
      <w:r>
        <w:rPr>
          <w:noProof/>
        </w:rPr>
        <w:pict>
          <v:shape id="_x0000_s1042" type="#_x0000_t89" style="position:absolute;margin-left:234pt;margin-top:372.05pt;width:1in;height:1in;rotation:90;z-index:251664896" fillcolor="silver">
            <w10:wrap side="left"/>
          </v:shape>
        </w:pict>
      </w:r>
      <w:r>
        <w:rPr>
          <w:noProof/>
        </w:rPr>
        <w:pict>
          <v:roundrect id="_x0000_s1043" style="position:absolute;margin-left:306pt;margin-top:356.95pt;width:198pt;height:155.9pt;z-index:251660800" arcsize="10923f" strokeweight="3pt">
            <v:textbox style="mso-next-textbox:#_x0000_s1043">
              <w:txbxContent>
                <w:p w:rsidR="005C7BC5" w:rsidRPr="00CA5B78" w:rsidRDefault="005C7BC5" w:rsidP="0042362A">
                  <w:pPr>
                    <w:jc w:val="center"/>
                    <w:rPr>
                      <w:sz w:val="28"/>
                      <w:szCs w:val="28"/>
                    </w:rPr>
                  </w:pPr>
                  <w:r>
                    <w:rPr>
                      <w:b/>
                      <w:bCs/>
                      <w:sz w:val="28"/>
                      <w:szCs w:val="28"/>
                    </w:rPr>
                    <w:t>Effect of the resolution?</w:t>
                  </w:r>
                  <w:r>
                    <w:rPr>
                      <w:sz w:val="28"/>
                      <w:szCs w:val="28"/>
                    </w:rPr>
                    <w:t xml:space="preserve">   </w:t>
                  </w:r>
                  <w:r w:rsidRPr="007D7E2D">
                    <w:t>________________________________________________________________________________________________________</w:t>
                  </w:r>
                  <w:r>
                    <w:t>____________________________________________________________________________</w:t>
                  </w:r>
                </w:p>
              </w:txbxContent>
            </v:textbox>
            <w10:wrap side="left"/>
          </v:roundrect>
        </w:pict>
      </w:r>
      <w:r>
        <w:rPr>
          <w:noProof/>
        </w:rPr>
        <w:pict>
          <v:roundrect id="_x0000_s1044" style="position:absolute;margin-left:-45pt;margin-top:354.05pt;width:198pt;height:155.9pt;z-index:251659776" arcsize="10923f" strokeweight="3pt">
            <v:textbox style="mso-next-textbox:#_x0000_s1044">
              <w:txbxContent>
                <w:p w:rsidR="005C7BC5" w:rsidRPr="00CA5B78" w:rsidRDefault="005C7BC5" w:rsidP="0042362A">
                  <w:pPr>
                    <w:jc w:val="center"/>
                    <w:rPr>
                      <w:sz w:val="28"/>
                      <w:szCs w:val="28"/>
                    </w:rPr>
                  </w:pPr>
                  <w:r>
                    <w:rPr>
                      <w:b/>
                      <w:bCs/>
                      <w:sz w:val="28"/>
                      <w:szCs w:val="28"/>
                    </w:rPr>
                    <w:t>How is it solved?</w:t>
                  </w:r>
                  <w:r>
                    <w:rPr>
                      <w:sz w:val="28"/>
                      <w:szCs w:val="28"/>
                    </w:rPr>
                    <w:t xml:space="preserve">   </w:t>
                  </w:r>
                  <w:r w:rsidRPr="007D7E2D">
                    <w:t>_________________________________________________________________________</w:t>
                  </w:r>
                  <w:r>
                    <w:t>___________________________________________________________________________________________________________</w:t>
                  </w:r>
                </w:p>
              </w:txbxContent>
            </v:textbox>
            <w10:wrap side="left"/>
          </v:roundrect>
        </w:pict>
      </w:r>
    </w:p>
    <w:sectPr w:rsidR="005C7BC5" w:rsidRPr="00644717" w:rsidSect="009C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14508"/>
    <w:multiLevelType w:val="hybridMultilevel"/>
    <w:tmpl w:val="211A5F2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581D134E"/>
    <w:multiLevelType w:val="hybridMultilevel"/>
    <w:tmpl w:val="B0FE81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75E9"/>
    <w:rsid w:val="00161C2A"/>
    <w:rsid w:val="0017559F"/>
    <w:rsid w:val="00222770"/>
    <w:rsid w:val="00226CC2"/>
    <w:rsid w:val="0026350F"/>
    <w:rsid w:val="003F07A4"/>
    <w:rsid w:val="003F7195"/>
    <w:rsid w:val="0042362A"/>
    <w:rsid w:val="004675E9"/>
    <w:rsid w:val="005C7BC5"/>
    <w:rsid w:val="00644717"/>
    <w:rsid w:val="006B4102"/>
    <w:rsid w:val="007D7E2D"/>
    <w:rsid w:val="009439F5"/>
    <w:rsid w:val="009C16A2"/>
    <w:rsid w:val="00A3690F"/>
    <w:rsid w:val="00B54F8B"/>
    <w:rsid w:val="00CA5B78"/>
    <w:rsid w:val="00CF6508"/>
    <w:rsid w:val="00D20BA1"/>
    <w:rsid w:val="00E60E10"/>
    <w:rsid w:val="00FB7E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5E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75E9"/>
    <w:pPr>
      <w:ind w:left="720"/>
      <w:contextualSpacing/>
    </w:pPr>
  </w:style>
  <w:style w:type="paragraph" w:styleId="BalloonText">
    <w:name w:val="Balloon Text"/>
    <w:basedOn w:val="Normal"/>
    <w:link w:val="BalloonTextChar"/>
    <w:uiPriority w:val="99"/>
    <w:semiHidden/>
    <w:rsid w:val="004675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5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gif"/><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14</Words>
  <Characters>80</Characters>
  <Application>Microsoft Office Outlook</Application>
  <DocSecurity>0</DocSecurity>
  <Lines>0</Lines>
  <Paragraphs>0</Paragraphs>
  <ScaleCrop>false</ScaleCrop>
  <Company>SWSD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Glenn Barclay</cp:lastModifiedBy>
  <cp:revision>2</cp:revision>
  <cp:lastPrinted>2011-04-01T04:31:00Z</cp:lastPrinted>
  <dcterms:created xsi:type="dcterms:W3CDTF">2011-04-01T04:32:00Z</dcterms:created>
  <dcterms:modified xsi:type="dcterms:W3CDTF">2011-04-01T04:32:00Z</dcterms:modified>
</cp:coreProperties>
</file>